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9B55A" w14:textId="77777777" w:rsidR="00B91FC1" w:rsidRPr="00B91FC1" w:rsidRDefault="00B91FC1" w:rsidP="00B91FC1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B91FC1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SARS-CoV-2/human/USA/NY-CDC-LC0440385/2021, complete genome</w:t>
      </w:r>
    </w:p>
    <w:p w14:paraId="32FF26E5" w14:textId="77777777" w:rsidR="00B91FC1" w:rsidRPr="00B91FC1" w:rsidRDefault="00B91FC1" w:rsidP="00B91FC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t>GenBank: OM121681.1</w:t>
      </w:r>
    </w:p>
    <w:p w14:paraId="0183F9EF" w14:textId="77777777" w:rsidR="00B91FC1" w:rsidRPr="00B91FC1" w:rsidRDefault="00B91FC1" w:rsidP="00B91FC1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"https://www.ncbi.nlm.nih.gov/nuccore/OM121681.1?report=fasta" </w:instrTex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"https://www.ncbi.nlm.nih.gov/nuccore/OM121681.1?report=graph" </w:instrTex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21681.1"/>
    <w:bookmarkEnd w:id="1"/>
    <w:p w14:paraId="3F17F807" w14:textId="77777777" w:rsidR="00B91FC1" w:rsidRPr="00B91FC1" w:rsidRDefault="00B91FC1" w:rsidP="00B91FC1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"https://www.ncbi.nlm.nih.gov/nuccore/OM121681.1" \l "goto2172521771_0" </w:instrTex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B91FC1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B91FC1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592F2D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LOCUS       OM121681               29750 bp    RNA     linear   VRL 04-JAN-2022</w:t>
      </w:r>
    </w:p>
    <w:p w14:paraId="417B26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2C86BA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SARS-CoV-2/human/USA/NY-CDC-LC0440385/2021, complete genome.</w:t>
      </w:r>
    </w:p>
    <w:p w14:paraId="47BBCD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ACCESSION   OM121681</w:t>
      </w:r>
    </w:p>
    <w:p w14:paraId="0AC9CA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VERSION     OM121681.1</w:t>
      </w:r>
    </w:p>
    <w:p w14:paraId="7A79E5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169E4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"https://www.ncbi.nlm.nih.gov/biosample/SAMN24597816"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SAMN24597816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6781A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8AD8C6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4F1106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F0E50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533F84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6CEA2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0303B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55670B8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D31B06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64850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3F549BD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BEB4C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7CE238E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0DAD68B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5097A8F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53A268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02E5139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92D35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672674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2DEFF4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98FC55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4B92D5D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B22E2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469DE3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29750)</w:t>
      </w:r>
    </w:p>
    <w:p w14:paraId="4C7FD96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5FC4E97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03D3C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6856D0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57D08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08C7214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A553A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2AD3F9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B6CEE4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CFDE7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3AC743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9F342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44D6D6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696AA8C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BDA12D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811AA8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(04-JAN-2022) Respiratory Viruses Branch, Division of</w:t>
      </w:r>
    </w:p>
    <w:p w14:paraId="18C8EB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EFA50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3F16E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21681.1"/>
      <w:bookmarkEnd w:id="2"/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0370A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4A92E2A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000EAAE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4DBEAE7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21681.1"/>
      <w:bookmarkEnd w:id="3"/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737E99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27083B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1CFAB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702D93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3540F7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/isolate="SARS-CoV-2/human/USA/NY-CDC-LC0440385/2021"</w:t>
      </w:r>
    </w:p>
    <w:p w14:paraId="2AE1213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9C419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1314A5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29FE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582370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629ECC6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"https://www.ncbi.nlm.nih.gov/nuccore/OM121681.1?from=227&amp;to=21504"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0113EA8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18FA7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"https://www.ncbi.nlm.nih.gov/nuccore/OM121681.1?location=227:13417,13417:21504"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7D4E3EC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CBA5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8940D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CB0F4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316080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UHZ60101.1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3E20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D6803E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1A6A87C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3E8265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13251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583465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82D4C3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D2D6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8BBA8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E7FBF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5F4F27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105FFB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E2F01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C6A4F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584F9E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973682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B6EC50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38A88B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4ABE47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69941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A63C3F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06109B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5BF3D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14ACE6A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819EE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5CDA6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D844CD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37852D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B25B2D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04B8E1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D97F9D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A58073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18C01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768DEB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D88C49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2EB74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DD5DF6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0E9786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7BD8B9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DA02CB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4DF552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6D34EC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382015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D79057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16D2C6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F2064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8AA796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0F00068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F069B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B966A0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46EEC0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E61C6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7F79DB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16A49C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59D180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6AFC25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FBFA9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6CACD5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D3444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944BBC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1CE44A9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D0E24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289CC1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1B68097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13F018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2A6A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B5188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FEFB1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4DF25E2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6136A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1F4B9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46BF0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BECC0D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4AF8A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0D5844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0E4978D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3AE61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43EE5D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A761F7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0A1BF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282DC62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F17A15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895FC1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3CF41A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BA88F4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C8DE2F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3A49433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7A5AB1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19A17E1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36E8E3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2353DD9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36856A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34D1F18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752AC6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516470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2B09F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CD873C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6DF0DC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1620A61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7D90CA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6C4AD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24B651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170F26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50F255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21194E7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62E49B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772F51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6D57667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D027C2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362DD4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2CFF4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EE6173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C16AB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5CACB9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694A1BE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B1CDA6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CF3CD2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01237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5E028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375816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0DF16DC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20D820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B42F1E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24637A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"https://www.ncbi.nlm.nih.gov/protein/UHZ60101.1?from=1&amp;to=180"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4AD2F11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8DCC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CB964D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"https://www.ncbi.nlm.nih.gov/protein/UHZ60101.1?from=181&amp;to=818"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7F5ED46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406C7F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331F4B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"https://www.ncbi.nlm.nih.gov/protein/UHZ60101.1?from=819&amp;to=2762"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6E86144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C4D50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22DB42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"https://www.ncbi.nlm.nih.gov/protein/UHZ60101.1?from=2763&amp;to=3262"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E6610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938C1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37116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"https://www.ncbi.nlm.nih.gov/protein/UHZ60101.1?from=3263&amp;to=3568"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4898F7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27EE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3DA81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"https://www.ncbi.nlm.nih.gov/protein/UHZ60101.1?from=3569&amp;to=3855"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09712C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8BB8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FFE21D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"https://www.ncbi.nlm.nih.gov/protein/UHZ60101.1?from=3856&amp;to=3938"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23646D1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BA42E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AA67F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"https://www.ncbi.nlm.nih.gov/protein/UHZ60101.1?from=3939&amp;to=4136"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5064E05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FB33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48BFD2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"https://www.ncbi.nlm.nih.gov/protein/UHZ60101.1?from=4137&amp;to=4249"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597AD0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940B5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846F4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"https://www.ncbi.nlm.nih.gov/protein/UHZ60101.1?from=4250&amp;to=4388"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4AF0DF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B724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F0CB50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"https://www.ncbi.nlm.nih.gov/protein/UHZ60101.1?from=4389&amp;to=5320"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7589A9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37A8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B4DE7E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"https://www.ncbi.nlm.nih.gov/protein/UHZ60101.1?from=5321&amp;to=5921"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16C695F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72C5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5D1BD48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"https://www.ncbi.nlm.nih.gov/protein/UHZ60101.1?from=5922&amp;to=6448"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0FB4B3E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65961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E3C5BB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"https://www.ncbi.nlm.nih.gov/protein/UHZ60101.1?from=6449&amp;to=6794"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5C96F6A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827FC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76DA85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"https://www.ncbi.nlm.nih.gov/protein/UHZ60101.1?from=6795&amp;to=7092"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44E0461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E69A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5758F2F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"https://www.ncbi.nlm.nih.gov/nuccore/OM121681.1?from=227&amp;to=13432"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0A6D641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1A4A97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05B9B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7B2242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"https://www.ncbi.nlm.nih.gov/protein/2172521773"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UHZ60102.1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22C0D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84DDB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DE7586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5F36908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B5263B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C8BF9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A6C03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CD18C1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DF94E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0515B6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C2C50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B095BC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1117C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6E65E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1ECF375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E8BB0C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00AB2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55BA66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0C351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75DB03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03CEC7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C477E1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DBC5C4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E2C93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F33517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C9642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13F3C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B7CCB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DA43B0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078C8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AB95A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5997A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C00E46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947615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26F291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D883E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ECB26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2857A1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5A8F4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3DC939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BC245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6E2A88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10681D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52E9B8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810E81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BA4FC6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3747FF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75D30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D0BDA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ACA0DA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47BBA6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9ABEF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407E83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E6442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7673EE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E428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2043C6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78F4AB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F32009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C4E280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5D6185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14009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0C535F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78B3666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156C221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7064DC7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869C0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3BFF6D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10A1D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0C0C067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46061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09B01B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59CCFA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BD6DFC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D54CD2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94E6F6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511401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7800D6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"https://www.ncbi.nlm.nih.gov/protein/UHZ60102.1?from=1&amp;to=180"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568DE6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D6792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F2708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"https://www.ncbi.nlm.nih.gov/protein/UHZ60102.1?from=181&amp;to=818"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71D407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D71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0552B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"https://www.ncbi.nlm.nih.gov/protein/UHZ60102.1?from=819&amp;to=2762"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3E6621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2FA2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86D8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"https://www.ncbi.nlm.nih.gov/protein/UHZ60102.1?from=2763&amp;to=3262"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7D30D6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8F9F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1F87C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"https://www.ncbi.nlm.nih.gov/protein/UHZ60102.1?from=3263&amp;to=3568"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34DC904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785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BEB64F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"https://www.ncbi.nlm.nih.gov/protein/UHZ60102.1?from=3569&amp;to=3855"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008C288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FC692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D5A3B3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"https://www.ncbi.nlm.nih.gov/protein/UHZ60102.1?from=3856&amp;to=3938"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99F31C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4520F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60D973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"https://www.ncbi.nlm.nih.gov/protein/UHZ60102.1?from=3939&amp;to=4136"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726FE9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574A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1D11A0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"https://www.ncbi.nlm.nih.gov/protein/UHZ60102.1?from=4137&amp;to=4249"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DE0C4C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EADE2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758D39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"https://www.ncbi.nlm.nih.gov/protein/UHZ60102.1?from=4250&amp;to=4388"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45BADA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6D3B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595ED5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"https://www.ncbi.nlm.nih.gov/protein/UHZ60102.1?from=4389&amp;to=4401"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13BF695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38172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FDDEF8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"https://www.ncbi.nlm.nih.gov/nuccore/OM121681.1?from=13425&amp;to=13452"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103A707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F8A8E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A75219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A96EFC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"https://www.ncbi.nlm.nih.gov/nuccore/OM121681.1?from=13437&amp;to=13491"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6B7A8A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0E005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F30D71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FB9398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"https://www.ncbi.nlm.nih.gov/nuccore/OM121681.1?from=21512&amp;to=25324"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1FE06FD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2E903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"https://www.ncbi.nlm.nih.gov/nuccore/OM121681.1?from=21512&amp;to=25324"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155FB8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43F294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61FE30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055DC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UHZ60103.1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7F63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617D583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0AE5E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C5AB5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1F02D89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4B3CAE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1FB04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FDEVFNATRFASVYAWNRKRISNCVADYSVLYNSAPFFTFKCYGVSPTKLNDLCFTNV</w:t>
      </w:r>
    </w:p>
    <w:p w14:paraId="45E3AC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A66D52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660C3B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E43E0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CFD3EF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A64C71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37B7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6F90D8C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2DA161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238DBC6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F82A6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223B1F0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120FE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79E1496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2C8E24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7F9EC30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8AD6E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"https://www.ncbi.nlm.nih.gov/nuccore/OM121681.1?from=25333&amp;to=26160"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007E185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0776BC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"https://www.ncbi.nlm.nih.gov/nuccore/OM121681.1?from=25333&amp;to=26160"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006DE2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8D580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76B42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EAB0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UHZ60104.1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587598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4822A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09C629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A7E5C3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NSVTSSIVITSGDGTISPISEHDYQIGGYTEKWESGVKDCVVLHSYFTSDYYQLYSTQ</w:t>
      </w:r>
    </w:p>
    <w:p w14:paraId="6CA4C0B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0782D7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"https://www.ncbi.nlm.nih.gov/nuccore/OM121681.1?from=26185&amp;to=26412"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419E5F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D3736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"https://www.ncbi.nlm.nih.gov/nuccore/OM121681.1?from=26185&amp;to=26412"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11FFCC0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D4301A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EA27C9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A91A2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"https://www.ncbi.nlm.nih.gov/protein/2172521776"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UHZ60105.1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23B57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4F6450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6C284A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"https://www.ncbi.nlm.nih.gov/nuccore/OM121681.1?from=26463&amp;to=27131"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7F68624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28EDC3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"https://www.ncbi.nlm.nih.gov/nuccore/OM121681.1?from=26463&amp;to=27131"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1DA2FA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066718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51DA4C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D4644C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"https://www.ncbi.nlm.nih.gov/protein/2172521777"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UHZ60106.1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BC83B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BAF426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D92F3F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9A6D5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058756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C9BA55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"https://www.ncbi.nlm.nih.gov/nuccore/OM121681.1?from=27142&amp;to=27327"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0A23B13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512E1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"https://www.ncbi.nlm.nih.gov/nuccore/OM121681.1?from=27142&amp;to=27327"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4362164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4FD672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6C0AD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53E84C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UHZ60107.1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DBAE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3BEC03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7E108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"https://www.ncbi.nlm.nih.gov/nuccore/OM121681.1?from=27334&amp;to=27699"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4F10D0E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32AE7B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"https://www.ncbi.nlm.nih.gov/nuccore/OM121681.1?from=27334&amp;to=27699"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3007268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D5CD4F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D63DB9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ECA02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"https://www.ncbi.nlm.nih.gov/protein/2172521779"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UHZ60108.1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C8BFA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A6D281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8A793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FCB03D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"https://www.ncbi.nlm.nih.gov/nuccore/OM121681.1?from=27696&amp;to=27827"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2A5EDCD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44A210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"https://www.ncbi.nlm.nih.gov/nuccore/OM121681.1?from=27696&amp;to=27827"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7AE2FB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0E434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B3AB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0CCC36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"https://www.ncbi.nlm.nih.gov/protein/2172521780"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UHZ60109.1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7197B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2D5479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"https://www.ncbi.nlm.nih.gov/nuccore/OM121681.1?from=27834&amp;to=28199"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7B27D05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7119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"https://www.ncbi.nlm.nih.gov/nuccore/OM121681.1?from=27834&amp;to=28199"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2AFCCEC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F9654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52D194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E2F12E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"https://www.ncbi.nlm.nih.gov/protein/2172521781"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UHZ60110.1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F41F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657087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3ED7F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92FCED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"https://www.ncbi.nlm.nih.gov/nuccore/OM121681.1?from=28214&amp;to=29464"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2A1E118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E9232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"https://www.ncbi.nlm.nih.gov/nuccore/OM121681.1?from=28214&amp;to=29464"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29B080C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734A2F0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FA473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F8A69E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"https://www.ncbi.nlm.nih.gov/protein/2172521782"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UHZ60111.1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C0CF4C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16F21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3527C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E7874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E252DC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35AAF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90695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4C96762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33FB1F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"https://www.ncbi.nlm.nih.gov/nuccore/OM121681.1?from=29489&amp;to=29605"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7D9A93C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E2578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"https://www.ncbi.nlm.nih.gov/nuccore/OM121681.1?from=29489&amp;to=29605"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6E9C87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60C88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D2F76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D6A1E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"https://www.ncbi.nlm.nih.gov/protein/2172521783"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UHZ60112.1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231C4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CFFCE5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"https://www.ncbi.nlm.nih.gov/nuccore/OM121681.1?from=29540&amp;to=29575"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5C9AD80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B5FA11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EB41A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"https://www.ncbi.nlm.nih.gov/nuccore/OM121681.1?from=29560&amp;to=29588"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3E6088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70FCD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1A034F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"https://www.ncbi.nlm.nih.gov/nuccore/OM121681.1?from=29659&amp;to=29699" </w:instrTex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B91FC1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3A1CF3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03C0B91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388754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21681.1"/>
      <w:bookmarkEnd w:id="4"/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7506FB4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27E3BE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67017C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3F1456D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0A5518C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7DA36DF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01BF86D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2BA57A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0665760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7D6E9E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17B7DD5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03B2880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731A3E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50E918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1954CD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654A8E0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7838D3B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371E7CB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27A2D6D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2D18BA9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28BB0D7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2AFF990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2A9F118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3370AD1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04ADB3B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16D40AD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5FB167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33CFE73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49E6EA5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3AB9345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6E19EFE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74156C3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74E6AC7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50741E2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11B4FFC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67C45D3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7337DE9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416427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3A50B88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45C414F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cccaaaagaa attatcttct tagagggaga</w:t>
      </w:r>
    </w:p>
    <w:p w14:paraId="0E65469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5E51AFD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7ED308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00F9B79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07060D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0E3A1CB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666B9B1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492988F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5977AE4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5F6628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6D38D54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385A1E1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74404AF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6188C8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579165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7FF174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6D1C32C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6DD59C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36D2126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34197AA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5082FBB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4C00356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3F0ED0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366FC3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78BBDE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5A4422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02F5E61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2E89892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6D5F73D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01ECB5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7108906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7098D26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31CD9F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385B8E8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2B771AC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134BCA7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cggcttaaat ttggaagaag ctgctcggta</w:t>
      </w:r>
    </w:p>
    <w:p w14:paraId="5DA3269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570BAC1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75D5F4A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2C168B2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77E4EF5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24BFDCB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6F82295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6F7A0EC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3894FC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46953A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65E04C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68E4A80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270F6F0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1623793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69EE481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aacgttgtgt gtaaaacttg tggacaacag cagacaaccc ttaagggtgt</w:t>
      </w:r>
    </w:p>
    <w:p w14:paraId="75505FA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2772D74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7BB95C1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110EB9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7CDCC6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3CBA62A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55682A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183C6EB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617095C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372F0D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231454B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5E028B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22A70A3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7D4013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1E2DC4A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5CDEF4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70528E7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2A30923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2467501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2A77FD4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583BBFB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0735C6A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351327A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3AE5C90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1C5CE4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32C3A56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16AE55F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39239E0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26720A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00130E9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62287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25B8D7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3F3F2F4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atcaacttgt atgatgtgtt acaaacgtaa tagagcaaca agagtcgaat gtacaactat</w:t>
      </w:r>
    </w:p>
    <w:p w14:paraId="760499E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2990B26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2F189C3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5E2CD2E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78A4A0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5EB7804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40C0E2F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42CFAF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348F09F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6E7F379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21840E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6230B15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011115F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0783EAF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6AD9B77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3D60E66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4973D14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7B2FDAF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5F1327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4128EF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5A822C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4EDF165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5F695B6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67E551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63761F6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459EBCE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75C2D77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4ED1DF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646DA7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5DD2484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672CEFC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41F70F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3E22AD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5360652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341569C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3486C9C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1F6FD9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6B6BECE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266BA8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0B2D9B8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6FB3C13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5E081F8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tgatgttctt taccaaccac cacaaatctc tatcacctca gctgttttgc agagtggttt</w:t>
      </w:r>
    </w:p>
    <w:p w14:paraId="78AED2C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65D876A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3C4DC42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0E6B0F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3C36852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129E88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6DBE95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1D9470A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62B25E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6FD8B3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676CDA3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55FBB65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348FCD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0BCA83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73342DA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33C86A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2ABC2C9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10088DA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332F1AD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31261F9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1E95FFF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7B89EEC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759A947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463EBE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702888A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5E0FD57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207C61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5EBA814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33FE83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460943E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6C7F285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653C9F7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61BED29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70A147A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76462A2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7CCD0B3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6133209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0176B1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41712CE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2DD4AD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5309534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27CD227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tacttatgca tcagcattgt gggaaatcca acaggttgta gatgcagata gtaaaattgt</w:t>
      </w:r>
    </w:p>
    <w:p w14:paraId="03AEF3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69BBE8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8D307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02C8698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5D8426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31D4FF6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5356E59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47B29D2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2A43F66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0C5186D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2EAEDE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05A3E37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7B58EC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1D86CEA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57B3260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0EC5AA7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502950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5BF889D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68CD71E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2C97482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42B760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100861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2C96EF5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356925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1DD2E54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3EB3623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02CC788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7938BF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112A2AC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19B8B57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E15880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7B0FE4B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2BC6CDA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04CB37F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032F95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538B846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2A63FB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58BA0D0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7492E42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42480D8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613CC27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72FC82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actataactc aaatgaatct taagtatgcc attagtgcaa agaatagagc tcgcaccgta</w:t>
      </w:r>
    </w:p>
    <w:p w14:paraId="5C2D287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4B7566E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71FA267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24A2FF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1C3A0B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79E14B3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530E887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F962C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6F2A7A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4BB399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4408183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0595805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5368A62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70BBE4C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7343F3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10E3DCB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109726A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11B1D9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6EF7125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1786679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1A40241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29B4FD8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1F6E7A2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6C513C2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037C918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5CE7FCA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4AD3676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2B31EB9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352833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625F177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751551E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4DF3106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00C966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497704E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7604CEA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3178470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6E492B6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0813358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63F8987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52FDD7B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6F4929B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64D2786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gctgaaattg ttgacactgt gagtgctttg gtttatgata ataagcttaa agcacataaa</w:t>
      </w:r>
    </w:p>
    <w:p w14:paraId="7962956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5609BB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4E7484F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71F191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2F120A6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6226E29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08CFC9B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267B66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6722913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342A02A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4AB3F3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74885F8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2EC69AF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14348B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3EDDE11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61118A1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78EAB6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5F64231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1FA256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31D9D11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0C3621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13A6E80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051F07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1273F40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056613F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381835D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13D5FD1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135AB3C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19B0502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1C00E1F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68E9476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5864F44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33FB90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54F18F6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52166A4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40F92C0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321A950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40D520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4B55C6A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34B2E64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4E3859E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62DDCA4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aaacaagcta gtcttaatgg agtcacatta attggagaag ccgtaaaaac acagttcaat</w:t>
      </w:r>
    </w:p>
    <w:p w14:paraId="71A624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0DCFE4C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7B8974B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634EC3E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5FBE5CD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24FCA1D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0AD960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505D3B8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23C0D27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3756790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0B6D76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015D7ED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7AD8BE6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80E22C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0159271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543DDF1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64A5777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3AE4CEF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76E3F50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223BE29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6E70749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6B36F9A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3715AD9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55B0DC1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CF8F3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atcttacaac cagaactcaa ttaccccctg catacactaa</w:t>
      </w:r>
    </w:p>
    <w:p w14:paraId="75AB842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4FF8EA8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1B4A70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11B953E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0DD3983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09830F4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03EF0C5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04B81EE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26861C1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01F19E7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2D580BF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25D02EC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3E9F07D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75FCBFD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7C59455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07C531E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33195AE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gaacaggaag agaatcagca actgtgttgc tgattattct gtcctatata attccgcacc</w:t>
      </w:r>
    </w:p>
    <w:p w14:paraId="6EC0B81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72632D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61CF142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604438B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3441831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504E56A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685E397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01CEDE4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7830FF2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0ABAA84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35D6CCD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0C7C2EA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1317073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757C08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325ACE8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60B0ED2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7E87A7A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538408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4A10938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78F847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67E1D8E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5E4B5D9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0C52B98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5CA569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0DCC3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404A6D0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0245887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409074A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00D6F79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51E5480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6409FFA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6EA1824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4510E5F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345329D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757919A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41D957B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4A069E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7AF50C1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25DD36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326D9D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322D04A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0417897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aaatgaatct ctcatcgatc tccaagaact tggaaagtat gagcagtata taaaatggcc</w:t>
      </w:r>
    </w:p>
    <w:p w14:paraId="1600EF6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3CEBED3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41F96C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18C9B8D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0DC564E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68BCC65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2D12AC7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406EFA1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7C7C37C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4475238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5CE03E6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21C762F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tggcacaata</w:t>
      </w:r>
    </w:p>
    <w:p w14:paraId="792B89B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1650483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20EE578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72A13DD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2ECF6DB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66B0563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15E7CB2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78687A5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5B2A552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0211118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63DA64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4C5CB06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1AE7634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39D7DC0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291FE3F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477926C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0DD1E5B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4867025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32D08690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04C7117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63F4C85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40B64C2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2C93735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2FBDADC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1AC0497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5DD021F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14B3ED9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55AF03D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363403B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048023F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caagaggaag ttcaagaact ttactctcca atttttctta ttgttgcggc aatagtgttt</w:t>
      </w:r>
    </w:p>
    <w:p w14:paraId="42F02D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1312E86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576AA7B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31B1BBD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0A806AE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7B919EB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1C82D648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62634F1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16DEE5E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002684A5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60BB6A7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10F0E7E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04FD240C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7E5C8A6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3F361AB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19AB7FA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634DD53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3BFA19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04C10BEA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7CF2C4A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08703BA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54AD33A2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13A2B00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6347149E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38EECDB6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3C569091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5FF4CF29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4DBC327B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47E989A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65538863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50A4364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46C3F6D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66E2AD1D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21182527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3656070F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</w:t>
      </w:r>
    </w:p>
    <w:p w14:paraId="1D59A5A4" w14:textId="77777777" w:rsidR="00B91FC1" w:rsidRPr="00B91FC1" w:rsidRDefault="00B91FC1" w:rsidP="00B91FC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B91FC1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0C7AE4D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FC1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91FC1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B1BBC9"/>
  <w15:chartTrackingRefBased/>
  <w15:docId w15:val="{3715FDA1-D8D9-9D41-8D0E-AFBF4BDF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8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11062</Words>
  <Characters>63054</Characters>
  <Application>Microsoft Office Word</Application>
  <DocSecurity>0</DocSecurity>
  <Lines>525</Lines>
  <Paragraphs>147</Paragraphs>
  <ScaleCrop>false</ScaleCrop>
  <Company/>
  <LinksUpToDate>false</LinksUpToDate>
  <CharactersWithSpaces>73969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2023-02-02T02:32:00Z</dcterms:created>
  <dcterms:modified xsi:type="dcterms:W3CDTF">2023-02-02T02:33:00Z</dcterms:modified>
</cp:coreProperties>
</file>